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5844" w:rsidRPr="005219DC" w:rsidRDefault="00EB2017" w:rsidP="005219DC">
      <w:pPr>
        <w:pStyle w:val="Header"/>
        <w:rPr>
          <w:b/>
          <w:color w:val="FFFFFF"/>
          <w:sz w:val="26"/>
          <w:szCs w:val="26"/>
        </w:rPr>
      </w:pPr>
      <w:r w:rsidRPr="0087347C">
        <w:rPr>
          <w:rStyle w:val="FootnoteReference"/>
          <w:b/>
          <w:bCs/>
          <w:color w:val="FFFFFF"/>
          <w:sz w:val="36"/>
          <w:szCs w:val="36"/>
        </w:rPr>
        <w:footnoteReference w:id="1"/>
      </w:r>
    </w:p>
    <w:p w:rsidR="00A77C55" w:rsidRPr="00FA358C" w:rsidRDefault="00DD3FBD" w:rsidP="00707044">
      <w:pPr>
        <w:pStyle w:val="Title"/>
        <w:spacing w:after="360" w:line="240" w:lineRule="auto"/>
        <w:rPr>
          <w:b/>
          <w:bCs/>
          <w:sz w:val="36"/>
          <w:szCs w:val="36"/>
        </w:rPr>
      </w:pPr>
      <w:r>
        <w:rPr>
          <w:b/>
          <w:sz w:val="36"/>
          <w:szCs w:val="36"/>
        </w:rPr>
        <w:t>Revenue</w:t>
      </w:r>
      <w:r w:rsidR="00707044" w:rsidRPr="00707044">
        <w:rPr>
          <w:b/>
          <w:sz w:val="36"/>
          <w:szCs w:val="36"/>
        </w:rPr>
        <w:t xml:space="preserve"> Management at Littlefield </w:t>
      </w:r>
      <w:r w:rsidR="002B4F2A">
        <w:rPr>
          <w:b/>
          <w:sz w:val="36"/>
          <w:szCs w:val="36"/>
        </w:rPr>
        <w:t>Labs</w:t>
      </w:r>
    </w:p>
    <w:p w:rsidR="00707044" w:rsidRPr="00707044" w:rsidRDefault="00707044" w:rsidP="00707044">
      <w:pPr>
        <w:pStyle w:val="Body"/>
        <w:widowControl/>
        <w:spacing w:before="120"/>
        <w:rPr>
          <w:sz w:val="28"/>
          <w:szCs w:val="28"/>
        </w:rPr>
      </w:pPr>
      <w:r w:rsidRPr="00707044">
        <w:rPr>
          <w:b/>
          <w:bCs/>
          <w:sz w:val="28"/>
          <w:szCs w:val="28"/>
        </w:rPr>
        <w:t>Background</w:t>
      </w:r>
    </w:p>
    <w:p w:rsidR="00B400F3" w:rsidRDefault="00B400F3" w:rsidP="002B4F2A">
      <w:pPr>
        <w:pStyle w:val="Body"/>
        <w:widowControl/>
        <w:spacing w:before="120"/>
      </w:pPr>
      <w:r>
        <w:t xml:space="preserve">Littlefield Labs (LL) opened a new, highly automated lab to test blood samples. LL receives samples from local hospitals and clinics and processes those samples with disposable test kits. After 210 days of operation the lab will cease operations and shut down. Neither capacity nor inventory will have salvage value after the lab shuts down. </w:t>
      </w:r>
    </w:p>
    <w:p w:rsidR="002B4F2A" w:rsidRDefault="00F97BF1" w:rsidP="002B4F2A">
      <w:pPr>
        <w:pStyle w:val="Body"/>
        <w:widowControl/>
        <w:spacing w:before="120"/>
      </w:pPr>
      <w:r>
        <w:t>Test r</w:t>
      </w:r>
      <w:r w:rsidR="002C5ED3">
        <w:t>esults</w:t>
      </w:r>
      <w:r w:rsidR="002C5ED3" w:rsidRPr="00707044">
        <w:t xml:space="preserve"> </w:t>
      </w:r>
      <w:r w:rsidR="002C5ED3">
        <w:t xml:space="preserve">are </w:t>
      </w:r>
      <w:r w:rsidR="002B4F2A" w:rsidRPr="00707044">
        <w:t>promis</w:t>
      </w:r>
      <w:r w:rsidR="002B4F2A">
        <w:t>e</w:t>
      </w:r>
      <w:r w:rsidR="002C5ED3">
        <w:t xml:space="preserve">d </w:t>
      </w:r>
      <w:r w:rsidR="002B4F2A" w:rsidRPr="00707044">
        <w:t xml:space="preserve">within 24 hours of receiving </w:t>
      </w:r>
      <w:r w:rsidR="002B4F2A">
        <w:t>a sample</w:t>
      </w:r>
      <w:r w:rsidR="00092BED">
        <w:t>.</w:t>
      </w:r>
    </w:p>
    <w:p w:rsidR="00707044" w:rsidRPr="00707044" w:rsidRDefault="002B705A" w:rsidP="00707044">
      <w:pPr>
        <w:pStyle w:val="Body"/>
        <w:widowControl/>
        <w:spacing w:before="120"/>
      </w:pPr>
      <w:r>
        <w:t>Marketing</w:t>
      </w:r>
      <w:r w:rsidR="002B4F2A" w:rsidRPr="00707044">
        <w:t xml:space="preserve"> expects </w:t>
      </w:r>
      <w:r w:rsidR="002B4F2A">
        <w:t xml:space="preserve">that </w:t>
      </w:r>
      <w:r w:rsidR="00F97BF1">
        <w:t>long term</w:t>
      </w:r>
      <w:r w:rsidR="002C5ED3">
        <w:t xml:space="preserve"> </w:t>
      </w:r>
      <w:r w:rsidR="002B4F2A">
        <w:t>market</w:t>
      </w:r>
      <w:r w:rsidR="002B4F2A" w:rsidRPr="00707044">
        <w:t xml:space="preserve"> demand </w:t>
      </w:r>
      <w:r w:rsidR="00B400F3">
        <w:t>remains</w:t>
      </w:r>
      <w:r w:rsidR="002B4F2A">
        <w:t xml:space="preserve"> stable</w:t>
      </w:r>
      <w:r w:rsidR="002B4F2A" w:rsidRPr="00707044">
        <w:t>.</w:t>
      </w:r>
      <w:r w:rsidR="002B4F2A">
        <w:t xml:space="preserve"> </w:t>
      </w:r>
      <w:r w:rsidR="00707044" w:rsidRPr="00707044">
        <w:t>Management’s main concern</w:t>
      </w:r>
      <w:r w:rsidR="002B4F2A">
        <w:t xml:space="preserve"> is</w:t>
      </w:r>
      <w:r w:rsidR="009861BC" w:rsidRPr="00707044">
        <w:t xml:space="preserve"> </w:t>
      </w:r>
      <w:r w:rsidR="00707044" w:rsidRPr="00707044">
        <w:t xml:space="preserve">capacity </w:t>
      </w:r>
      <w:r w:rsidR="00B963D3">
        <w:t>planning</w:t>
      </w:r>
      <w:r w:rsidR="00B400F3">
        <w:t xml:space="preserve"> with regards to product pricing</w:t>
      </w:r>
      <w:r w:rsidR="00707044" w:rsidRPr="00707044">
        <w:t>. Delays result</w:t>
      </w:r>
      <w:r w:rsidR="00B963D3">
        <w:t>ing from insufficient</w:t>
      </w:r>
      <w:r w:rsidR="00564220">
        <w:t xml:space="preserve"> capacity </w:t>
      </w:r>
      <w:r w:rsidR="002B4F2A">
        <w:t>c</w:t>
      </w:r>
      <w:r w:rsidR="00F46012">
        <w:t>ould</w:t>
      </w:r>
      <w:r w:rsidR="00F46012" w:rsidRPr="00707044">
        <w:t xml:space="preserve"> </w:t>
      </w:r>
      <w:r w:rsidR="002B4F2A">
        <w:t>undermine LL</w:t>
      </w:r>
      <w:r w:rsidR="00707044" w:rsidRPr="00707044">
        <w:t>’s promised lead times</w:t>
      </w:r>
      <w:r w:rsidR="00EB08F2">
        <w:t xml:space="preserve"> and lower</w:t>
      </w:r>
      <w:r w:rsidR="00B963D3">
        <w:t xml:space="preserve"> revenue</w:t>
      </w:r>
      <w:r w:rsidR="002B4F2A">
        <w:t>.</w:t>
      </w:r>
    </w:p>
    <w:p w:rsidR="00EB08F2" w:rsidRDefault="00B400F3" w:rsidP="00707044">
      <w:pPr>
        <w:pStyle w:val="Body"/>
        <w:widowControl/>
        <w:spacing w:before="120"/>
        <w:rPr>
          <w:b/>
          <w:bCs/>
          <w:sz w:val="28"/>
          <w:szCs w:val="28"/>
        </w:rPr>
      </w:pPr>
      <w:r w:rsidRPr="00A77C55">
        <w:rPr>
          <w:b/>
          <w:sz w:val="26"/>
          <w:szCs w:val="26"/>
        </w:rPr>
        <w:t>Operations at Littlefield Labs</w:t>
      </w:r>
      <w:r w:rsidRPr="00D62B5A" w:rsidDel="00B400F3">
        <w:rPr>
          <w:b/>
          <w:bCs/>
          <w:sz w:val="28"/>
          <w:szCs w:val="28"/>
        </w:rPr>
        <w:t xml:space="preserve"> </w:t>
      </w:r>
    </w:p>
    <w:p w:rsidR="00EB08F2" w:rsidRDefault="00EB08F2" w:rsidP="00564220">
      <w:pPr>
        <w:pStyle w:val="Body"/>
        <w:widowControl/>
        <w:spacing w:before="120"/>
      </w:pPr>
      <w:r w:rsidRPr="00EB08F2">
        <w:t>LL uses a fresh test kit with each new blood sample. After matching samples with kits, orders travel through the reentrant four step process described in Getting Started. The purchase price of any machine is $</w:t>
      </w:r>
      <w:r>
        <w:t>25</w:t>
      </w:r>
      <w:r w:rsidRPr="00EB08F2">
        <w:t xml:space="preserve">,000. The retirement price of any machine is $10,000. It takes time for new capacity to be ordered and installed. New machines become operational </w:t>
      </w:r>
      <w:r>
        <w:t>5</w:t>
      </w:r>
      <w:r w:rsidRPr="00EB08F2">
        <w:t xml:space="preserve"> days after they are paid for. Sold machines are retired as soon as they finish any work in process. Management has not performed stopwatch studies of the process times, but one quickly notices </w:t>
      </w:r>
      <w:r>
        <w:t xml:space="preserve">they are </w:t>
      </w:r>
      <w:r w:rsidRPr="00EB08F2">
        <w:t>variab</w:t>
      </w:r>
      <w:r>
        <w:t>le.</w:t>
      </w:r>
    </w:p>
    <w:p w:rsidR="00EB08F2" w:rsidRDefault="00EB08F2" w:rsidP="00564220">
      <w:pPr>
        <w:pStyle w:val="Body"/>
        <w:widowControl/>
        <w:spacing w:before="120"/>
      </w:pPr>
      <w:r>
        <w:t xml:space="preserve">LL </w:t>
      </w:r>
      <w:r w:rsidRPr="003903BE">
        <w:t xml:space="preserve">purchases inventory using an automated policy of periodic review. Inventory is replenished </w:t>
      </w:r>
      <w:r>
        <w:t xml:space="preserve">to </w:t>
      </w:r>
      <w:r w:rsidR="008233A8">
        <w:t>40</w:t>
      </w:r>
      <w:r>
        <w:t xml:space="preserve"> kits </w:t>
      </w:r>
      <w:r w:rsidRPr="003903BE">
        <w:t xml:space="preserve">every </w:t>
      </w:r>
      <w:r>
        <w:t>simulated day. Fresh test kits cost $</w:t>
      </w:r>
      <w:r w:rsidR="008233A8">
        <w:t>6</w:t>
      </w:r>
      <w:r>
        <w:t>00 each. A reliable supplier delivers the exact quantity daily at midnight. You will not be able to change their inventory policy.</w:t>
      </w:r>
    </w:p>
    <w:p w:rsidR="00590250" w:rsidRDefault="00590250" w:rsidP="00564220">
      <w:pPr>
        <w:pStyle w:val="Body"/>
        <w:widowControl/>
        <w:spacing w:before="120"/>
      </w:pPr>
      <w:r>
        <w:t>Littlefield decides whether to take new orders based on how many orders have been accepted but not yet completed</w:t>
      </w:r>
      <w:r w:rsidR="00795F66">
        <w:t>—</w:t>
      </w:r>
      <w:r>
        <w:t xml:space="preserve">which is the work-in-process </w:t>
      </w:r>
      <w:r w:rsidR="00481DCD">
        <w:t xml:space="preserve">(WIP) </w:t>
      </w:r>
      <w:r>
        <w:t xml:space="preserve">inventory of orders. Currently Littlefield only accepts orders when </w:t>
      </w:r>
      <w:r w:rsidR="002B705A">
        <w:t>it’s</w:t>
      </w:r>
      <w:r>
        <w:t xml:space="preserve"> WIP is less than </w:t>
      </w:r>
      <w:r w:rsidR="00795F66">
        <w:t>1</w:t>
      </w:r>
      <w:r w:rsidR="006A1167">
        <w:t>00</w:t>
      </w:r>
      <w:r w:rsidR="002B705A">
        <w:t xml:space="preserve">. That </w:t>
      </w:r>
      <w:r>
        <w:t xml:space="preserve">means new orders only arrive when WIP is less than </w:t>
      </w:r>
      <w:r w:rsidR="006A1167">
        <w:t xml:space="preserve">100 </w:t>
      </w:r>
      <w:r>
        <w:t>orders.  You may change th</w:t>
      </w:r>
      <w:r w:rsidR="005B4312">
        <w:t>is WIP limit any</w:t>
      </w:r>
      <w:r>
        <w:t xml:space="preserve">time.  If you lower WIP below the current </w:t>
      </w:r>
      <w:r w:rsidR="005B4312">
        <w:t>total</w:t>
      </w:r>
      <w:r>
        <w:t xml:space="preserve"> in the system, no new orders will </w:t>
      </w:r>
      <w:r w:rsidR="005B4312">
        <w:t>be accepted</w:t>
      </w:r>
      <w:r>
        <w:t xml:space="preserve"> until </w:t>
      </w:r>
      <w:r w:rsidR="00481DCD">
        <w:t xml:space="preserve">the current </w:t>
      </w:r>
      <w:r w:rsidR="005B4312">
        <w:t>total</w:t>
      </w:r>
      <w:r w:rsidR="00481DCD">
        <w:t xml:space="preserve"> drops below the WIP limit.  Setting </w:t>
      </w:r>
      <w:r w:rsidR="005D57A1">
        <w:t>a</w:t>
      </w:r>
      <w:r w:rsidR="00481DCD">
        <w:t xml:space="preserve"> WIP limit </w:t>
      </w:r>
      <w:r w:rsidR="005D57A1">
        <w:t>of</w:t>
      </w:r>
      <w:r w:rsidR="00481DCD">
        <w:t xml:space="preserve"> zero </w:t>
      </w:r>
      <w:r w:rsidR="005D57A1">
        <w:t>will prevent a</w:t>
      </w:r>
      <w:r w:rsidR="005B4312">
        <w:t>ll</w:t>
      </w:r>
      <w:r w:rsidR="00481DCD">
        <w:t xml:space="preserve"> new orders from arriving.</w:t>
      </w:r>
    </w:p>
    <w:p w:rsidR="00387595" w:rsidRDefault="00564220" w:rsidP="00631ED0">
      <w:pPr>
        <w:spacing w:before="120"/>
        <w:jc w:val="both"/>
        <w:rPr>
          <w:color w:val="000000"/>
        </w:rPr>
      </w:pPr>
      <w:r>
        <w:t xml:space="preserve">Management </w:t>
      </w:r>
      <w:r w:rsidR="00631ED0">
        <w:t>promises</w:t>
      </w:r>
      <w:r>
        <w:t xml:space="preserve"> </w:t>
      </w:r>
      <w:r w:rsidR="00631ED0">
        <w:t>turnaround times of less than</w:t>
      </w:r>
      <w:r>
        <w:t xml:space="preserve"> </w:t>
      </w:r>
      <w:r w:rsidR="008233A8">
        <w:t>24 hours</w:t>
      </w:r>
      <w:r w:rsidR="00631ED0">
        <w:t xml:space="preserve">. </w:t>
      </w:r>
      <w:r w:rsidR="00631ED0" w:rsidRPr="009F66E2">
        <w:rPr>
          <w:color w:val="000000"/>
        </w:rPr>
        <w:t xml:space="preserve">Orders filled within the quoted lead time earn </w:t>
      </w:r>
      <w:r w:rsidR="00481DCD">
        <w:rPr>
          <w:color w:val="000000"/>
        </w:rPr>
        <w:t xml:space="preserve">full </w:t>
      </w:r>
      <w:r w:rsidR="00387595">
        <w:rPr>
          <w:color w:val="000000"/>
        </w:rPr>
        <w:t>revenue</w:t>
      </w:r>
      <w:r w:rsidR="00631ED0" w:rsidRPr="009F66E2">
        <w:rPr>
          <w:color w:val="000000"/>
        </w:rPr>
        <w:t>. Orders</w:t>
      </w:r>
      <w:r w:rsidR="00481DCD">
        <w:rPr>
          <w:color w:val="000000"/>
        </w:rPr>
        <w:t xml:space="preserve"> </w:t>
      </w:r>
      <w:r w:rsidR="00387595">
        <w:rPr>
          <w:color w:val="000000"/>
        </w:rPr>
        <w:t>taking</w:t>
      </w:r>
      <w:r w:rsidR="00481DCD">
        <w:rPr>
          <w:color w:val="000000"/>
        </w:rPr>
        <w:t xml:space="preserve"> more than one day to complete</w:t>
      </w:r>
      <w:r w:rsidR="00C30EDA">
        <w:rPr>
          <w:color w:val="000000"/>
        </w:rPr>
        <w:t xml:space="preserve"> incur</w:t>
      </w:r>
      <w:r w:rsidR="00631ED0" w:rsidRPr="009F66E2">
        <w:rPr>
          <w:color w:val="000000"/>
        </w:rPr>
        <w:t xml:space="preserve"> penalties. Specifically,</w:t>
      </w:r>
      <w:r w:rsidR="00795F66">
        <w:rPr>
          <w:color w:val="000000"/>
        </w:rPr>
        <w:t xml:space="preserve"> </w:t>
      </w:r>
      <w:r w:rsidR="00631ED0" w:rsidRPr="009F66E2">
        <w:rPr>
          <w:color w:val="000000"/>
        </w:rPr>
        <w:t>revenue</w:t>
      </w:r>
      <w:r w:rsidR="00481DCD">
        <w:rPr>
          <w:color w:val="000000"/>
        </w:rPr>
        <w:t xml:space="preserve"> for delayed orders</w:t>
      </w:r>
      <w:r w:rsidR="00631ED0" w:rsidRPr="009F66E2">
        <w:rPr>
          <w:color w:val="000000"/>
        </w:rPr>
        <w:t xml:space="preserve"> </w:t>
      </w:r>
      <w:r w:rsidR="00387595">
        <w:rPr>
          <w:color w:val="000000"/>
        </w:rPr>
        <w:t>will decrease</w:t>
      </w:r>
      <w:r w:rsidR="00C30EDA">
        <w:rPr>
          <w:color w:val="000000"/>
        </w:rPr>
        <w:t xml:space="preserve"> </w:t>
      </w:r>
      <w:r w:rsidR="00631ED0" w:rsidRPr="009F66E2">
        <w:rPr>
          <w:color w:val="000000"/>
        </w:rPr>
        <w:t>at a constant rate</w:t>
      </w:r>
      <w:r w:rsidR="00C30EDA">
        <w:rPr>
          <w:color w:val="000000"/>
        </w:rPr>
        <w:t xml:space="preserve"> </w:t>
      </w:r>
      <w:r w:rsidR="00631ED0" w:rsidRPr="009F66E2">
        <w:rPr>
          <w:color w:val="000000"/>
        </w:rPr>
        <w:t xml:space="preserve">from the quoted price </w:t>
      </w:r>
      <w:r w:rsidR="008233A8">
        <w:rPr>
          <w:color w:val="000000"/>
        </w:rPr>
        <w:t>under</w:t>
      </w:r>
      <w:r w:rsidR="00481DCD">
        <w:rPr>
          <w:color w:val="000000"/>
        </w:rPr>
        <w:t xml:space="preserve"> one day</w:t>
      </w:r>
      <w:r w:rsidR="008233A8">
        <w:rPr>
          <w:color w:val="000000"/>
        </w:rPr>
        <w:t xml:space="preserve"> down </w:t>
      </w:r>
      <w:r w:rsidR="00631ED0" w:rsidRPr="009F66E2">
        <w:rPr>
          <w:color w:val="000000"/>
        </w:rPr>
        <w:t xml:space="preserve">to zero </w:t>
      </w:r>
      <w:r w:rsidR="00481DCD">
        <w:rPr>
          <w:color w:val="000000"/>
        </w:rPr>
        <w:t xml:space="preserve">at three days. </w:t>
      </w:r>
      <w:r w:rsidR="00631ED0" w:rsidRPr="009F66E2">
        <w:rPr>
          <w:color w:val="000000"/>
        </w:rPr>
        <w:t xml:space="preserve"> </w:t>
      </w:r>
      <w:r w:rsidR="00F97BF1">
        <w:rPr>
          <w:color w:val="000000"/>
        </w:rPr>
        <w:t>All o</w:t>
      </w:r>
      <w:r w:rsidR="00631ED0" w:rsidRPr="009F66E2">
        <w:rPr>
          <w:color w:val="000000"/>
        </w:rPr>
        <w:t xml:space="preserve">rders taking longer than </w:t>
      </w:r>
      <w:r w:rsidR="00481DCD">
        <w:rPr>
          <w:color w:val="000000"/>
        </w:rPr>
        <w:t>three days</w:t>
      </w:r>
      <w:r w:rsidR="00631ED0" w:rsidRPr="009F66E2">
        <w:rPr>
          <w:color w:val="000000"/>
        </w:rPr>
        <w:t xml:space="preserve"> are delivered </w:t>
      </w:r>
      <w:r w:rsidR="00387595">
        <w:rPr>
          <w:color w:val="000000"/>
        </w:rPr>
        <w:lastRenderedPageBreak/>
        <w:t>for free</w:t>
      </w:r>
      <w:r w:rsidR="00631ED0" w:rsidRPr="009F66E2">
        <w:rPr>
          <w:color w:val="000000"/>
        </w:rPr>
        <w:t xml:space="preserve">. </w:t>
      </w:r>
    </w:p>
    <w:p w:rsidR="008233A8" w:rsidRDefault="008233A8">
      <w:pPr>
        <w:widowControl/>
        <w:autoSpaceDE/>
        <w:autoSpaceDN/>
        <w:adjustRightInd/>
        <w:rPr>
          <w:color w:val="000000"/>
        </w:rPr>
      </w:pPr>
      <w:r>
        <w:rPr>
          <w:color w:val="000000"/>
        </w:rPr>
        <w:br w:type="page"/>
      </w:r>
    </w:p>
    <w:p w:rsidR="00631ED0" w:rsidRPr="009F66E2" w:rsidRDefault="00631ED0" w:rsidP="00631ED0">
      <w:pPr>
        <w:spacing w:before="120"/>
        <w:jc w:val="both"/>
        <w:rPr>
          <w:color w:val="000000"/>
        </w:rPr>
      </w:pPr>
      <w:r w:rsidRPr="009F66E2">
        <w:rPr>
          <w:color w:val="000000"/>
        </w:rPr>
        <w:t xml:space="preserve">For example, </w:t>
      </w:r>
      <w:r w:rsidR="00387595">
        <w:rPr>
          <w:color w:val="000000"/>
        </w:rPr>
        <w:t>consider</w:t>
      </w:r>
      <w:r w:rsidR="00481DCD">
        <w:rPr>
          <w:color w:val="000000"/>
        </w:rPr>
        <w:t xml:space="preserve"> an order with a </w:t>
      </w:r>
      <w:r w:rsidR="00387595">
        <w:rPr>
          <w:color w:val="000000"/>
        </w:rPr>
        <w:t xml:space="preserve">quoted </w:t>
      </w:r>
      <w:r w:rsidR="00481DCD">
        <w:rPr>
          <w:color w:val="000000"/>
        </w:rPr>
        <w:t xml:space="preserve">price $1,000 </w:t>
      </w:r>
      <w:r w:rsidRPr="009F66E2">
        <w:rPr>
          <w:color w:val="000000"/>
        </w:rPr>
        <w:t xml:space="preserve">delivered </w:t>
      </w:r>
      <w:r>
        <w:rPr>
          <w:color w:val="000000"/>
        </w:rPr>
        <w:t xml:space="preserve">to the customer </w:t>
      </w:r>
      <w:r w:rsidRPr="009F66E2">
        <w:rPr>
          <w:color w:val="000000"/>
        </w:rPr>
        <w:t xml:space="preserve">30 </w:t>
      </w:r>
      <w:r w:rsidR="00481DCD">
        <w:rPr>
          <w:color w:val="000000"/>
        </w:rPr>
        <w:t xml:space="preserve">simulated </w:t>
      </w:r>
      <w:r w:rsidRPr="009F66E2">
        <w:rPr>
          <w:color w:val="000000"/>
        </w:rPr>
        <w:t>hours</w:t>
      </w:r>
      <w:r>
        <w:rPr>
          <w:color w:val="000000"/>
        </w:rPr>
        <w:t xml:space="preserve"> after </w:t>
      </w:r>
      <w:r w:rsidR="00C30EDA">
        <w:rPr>
          <w:color w:val="000000"/>
        </w:rPr>
        <w:t>being</w:t>
      </w:r>
      <w:r>
        <w:rPr>
          <w:color w:val="000000"/>
        </w:rPr>
        <w:t xml:space="preserve"> placed</w:t>
      </w:r>
      <w:r w:rsidR="005D57A1">
        <w:rPr>
          <w:color w:val="000000"/>
        </w:rPr>
        <w:t>,</w:t>
      </w:r>
      <w:r w:rsidR="00481DCD">
        <w:rPr>
          <w:color w:val="000000"/>
        </w:rPr>
        <w:t xml:space="preserve"> the penalty would be:</w:t>
      </w:r>
    </w:p>
    <w:p w:rsidR="00631ED0" w:rsidRPr="009F66E2" w:rsidRDefault="00CB79BD" w:rsidP="00631ED0">
      <w:pPr>
        <w:spacing w:before="120"/>
        <w:jc w:val="both"/>
        <w:rPr>
          <w:color w:val="000000"/>
        </w:rPr>
      </w:pPr>
      <m:oMathPara>
        <m:oMath>
          <m:f>
            <m:fPr>
              <m:ctrlPr>
                <w:rPr>
                  <w:rFonts w:ascii="Cambria Math" w:hAnsi="Cambria Math"/>
                  <w:i/>
                  <w:color w:val="000000"/>
                </w:rPr>
              </m:ctrlPr>
            </m:fPr>
            <m:num>
              <m:r>
                <w:rPr>
                  <w:rFonts w:ascii="Cambria Math" w:hAnsi="Cambria Math"/>
                  <w:color w:val="000000"/>
                </w:rPr>
                <m:t xml:space="preserve">30-24 </m:t>
              </m:r>
              <m:r>
                <w:rPr>
                  <w:rFonts w:ascii="Cambria Math" w:hAnsi="Cambria Math"/>
                  <w:color w:val="000000"/>
                </w:rPr>
                <m:t>hrs.</m:t>
              </m:r>
            </m:num>
            <m:den>
              <m:r>
                <w:rPr>
                  <w:rFonts w:ascii="Cambria Math" w:hAnsi="Cambria Math"/>
                  <w:color w:val="000000"/>
                </w:rPr>
                <m:t xml:space="preserve">72-24 </m:t>
              </m:r>
              <m:r>
                <w:rPr>
                  <w:rFonts w:ascii="Cambria Math" w:hAnsi="Cambria Math"/>
                  <w:color w:val="000000"/>
                </w:rPr>
                <m:t>hrs.</m:t>
              </m:r>
            </m:den>
          </m:f>
          <m:r>
            <w:rPr>
              <w:rFonts w:ascii="Cambria Math" w:hAnsi="Cambria Math"/>
              <w:color w:val="000000"/>
            </w:rPr>
            <m:t xml:space="preserve"> ×$1,000 per order=$125</m:t>
          </m:r>
        </m:oMath>
      </m:oMathPara>
    </w:p>
    <w:p w:rsidR="00564220" w:rsidRPr="00631ED0" w:rsidRDefault="005D57A1" w:rsidP="00631ED0">
      <w:pPr>
        <w:spacing w:before="120"/>
        <w:jc w:val="both"/>
        <w:rPr>
          <w:color w:val="000000"/>
        </w:rPr>
      </w:pPr>
      <w:r>
        <w:rPr>
          <w:color w:val="000000"/>
        </w:rPr>
        <w:t>…</w:t>
      </w:r>
      <w:r w:rsidR="00387595">
        <w:rPr>
          <w:color w:val="000000"/>
        </w:rPr>
        <w:t xml:space="preserve">and </w:t>
      </w:r>
      <w:r w:rsidR="00481DCD">
        <w:rPr>
          <w:color w:val="000000"/>
        </w:rPr>
        <w:t>that</w:t>
      </w:r>
      <w:r w:rsidR="00631ED0" w:rsidRPr="009F66E2">
        <w:rPr>
          <w:color w:val="000000"/>
        </w:rPr>
        <w:t xml:space="preserve"> order w</w:t>
      </w:r>
      <w:r w:rsidR="00631ED0">
        <w:rPr>
          <w:color w:val="000000"/>
        </w:rPr>
        <w:t>ould</w:t>
      </w:r>
      <w:r w:rsidR="00631ED0" w:rsidRPr="009F66E2">
        <w:rPr>
          <w:color w:val="000000"/>
        </w:rPr>
        <w:t xml:space="preserve"> earn  </w:t>
      </w:r>
      <m:oMath>
        <m:r>
          <m:rPr>
            <m:sty m:val="p"/>
          </m:rPr>
          <w:rPr>
            <w:rFonts w:ascii="Cambria Math" w:hAnsi="Cambria Math"/>
            <w:color w:val="000000"/>
          </w:rPr>
          <m:t>$1,000-$125=$875</m:t>
        </m:r>
      </m:oMath>
      <w:r w:rsidR="00631ED0" w:rsidRPr="009F66E2">
        <w:rPr>
          <w:color w:val="000000"/>
        </w:rPr>
        <w:t xml:space="preserve"> </w:t>
      </w:r>
      <w:r w:rsidR="00387595">
        <w:rPr>
          <w:color w:val="000000"/>
        </w:rPr>
        <w:t>revenue</w:t>
      </w:r>
      <w:r w:rsidR="00752D50">
        <w:rPr>
          <w:color w:val="000000"/>
        </w:rPr>
        <w:t>.</w:t>
      </w:r>
    </w:p>
    <w:p w:rsidR="00631ED0" w:rsidRDefault="008233A8" w:rsidP="00564220">
      <w:pPr>
        <w:pStyle w:val="Body"/>
        <w:widowControl/>
        <w:spacing w:before="120"/>
      </w:pPr>
      <w:r>
        <w:t>C</w:t>
      </w:r>
      <w:r w:rsidR="00855BE1">
        <w:t xml:space="preserve">ontract prices </w:t>
      </w:r>
      <w:r w:rsidR="00564220">
        <w:t xml:space="preserve">are </w:t>
      </w:r>
      <w:r w:rsidR="00631ED0">
        <w:t>determined for</w:t>
      </w:r>
      <w:r w:rsidR="00564220">
        <w:t xml:space="preserve"> each order </w:t>
      </w:r>
      <w:r w:rsidR="00AC4EDB">
        <w:t>when</w:t>
      </w:r>
      <w:r w:rsidR="00795F66">
        <w:t xml:space="preserve"> it arrives</w:t>
      </w:r>
      <w:r w:rsidR="00564220">
        <w:t xml:space="preserve">. </w:t>
      </w:r>
      <w:r w:rsidR="00855BE1">
        <w:t>A</w:t>
      </w:r>
      <w:r w:rsidR="00795F66">
        <w:t>n</w:t>
      </w:r>
      <w:r w:rsidR="00855BE1">
        <w:t xml:space="preserve"> intern, double majoring in marketing and economics, has completed a study which claims lower prices will increase total revenue. </w:t>
      </w:r>
      <w:r w:rsidR="00786986">
        <w:t>N</w:t>
      </w:r>
      <w:r w:rsidR="00752D50">
        <w:t>ew price</w:t>
      </w:r>
      <w:r w:rsidR="00786986">
        <w:t>s</w:t>
      </w:r>
      <w:r w:rsidR="00564220">
        <w:t xml:space="preserve"> may be assigned to future orders by </w:t>
      </w:r>
      <w:r w:rsidR="00786986">
        <w:t>clicking the Edit Data button of</w:t>
      </w:r>
      <w:r w:rsidR="00564220">
        <w:t xml:space="preserve"> your Customer Order pop-up window</w:t>
      </w:r>
      <w:r w:rsidR="00631ED0">
        <w:t>,</w:t>
      </w:r>
      <w:r w:rsidR="00564220">
        <w:t xml:space="preserve"> </w:t>
      </w:r>
      <w:r w:rsidR="00E46753">
        <w:t>and</w:t>
      </w:r>
      <w:r w:rsidR="00564220">
        <w:t xml:space="preserve"> selecting from </w:t>
      </w:r>
      <w:r w:rsidR="00786986">
        <w:t>a</w:t>
      </w:r>
      <w:r w:rsidR="00564220">
        <w:t xml:space="preserve"> menu.</w:t>
      </w:r>
      <w:r w:rsidR="00631ED0">
        <w:t xml:space="preserve"> Management currently </w:t>
      </w:r>
      <w:r>
        <w:t>quotes</w:t>
      </w:r>
      <w:r w:rsidR="00631ED0">
        <w:t xml:space="preserve"> $1200 per order. You </w:t>
      </w:r>
      <w:r>
        <w:t>can</w:t>
      </w:r>
      <w:r w:rsidR="00631ED0">
        <w:t xml:space="preserve"> reduce that price </w:t>
      </w:r>
      <w:r w:rsidR="00752D50">
        <w:t>in</w:t>
      </w:r>
      <w:r w:rsidR="00631ED0">
        <w:t xml:space="preserve"> increments of $150</w:t>
      </w:r>
      <w:r w:rsidR="00752D50">
        <w:t xml:space="preserve">, but </w:t>
      </w:r>
      <w:r w:rsidR="00786986">
        <w:t>you</w:t>
      </w:r>
      <w:r w:rsidR="00752D50">
        <w:t xml:space="preserve"> </w:t>
      </w:r>
      <w:r w:rsidR="00AC4EDB">
        <w:t xml:space="preserve">cannot </w:t>
      </w:r>
      <w:r w:rsidR="00752D50">
        <w:t>charge less than $900 per order.</w:t>
      </w:r>
      <w:r w:rsidR="006A1167">
        <w:t xml:space="preserve"> Compared to demand at $1200, demand at $1050 is three times as high and demand at $900 is five times high</w:t>
      </w:r>
      <w:r w:rsidR="00AC4EDB">
        <w:t>er</w:t>
      </w:r>
      <w:r w:rsidR="00046A96">
        <w:t>.</w:t>
      </w:r>
    </w:p>
    <w:p w:rsidR="00752D50" w:rsidRDefault="00752D50" w:rsidP="00752D50">
      <w:pPr>
        <w:spacing w:before="120"/>
        <w:jc w:val="both"/>
        <w:rPr>
          <w:color w:val="000000"/>
        </w:rPr>
      </w:pPr>
      <w:r>
        <w:rPr>
          <w:color w:val="000000"/>
        </w:rPr>
        <w:t>Production</w:t>
      </w:r>
      <w:r w:rsidRPr="00453FA8">
        <w:rPr>
          <w:color w:val="000000"/>
        </w:rPr>
        <w:t xml:space="preserve"> </w:t>
      </w:r>
      <w:r>
        <w:rPr>
          <w:color w:val="000000"/>
        </w:rPr>
        <w:t xml:space="preserve">began </w:t>
      </w:r>
      <w:r w:rsidRPr="00453FA8">
        <w:rPr>
          <w:color w:val="000000"/>
        </w:rPr>
        <w:t xml:space="preserve">with </w:t>
      </w:r>
      <w:r>
        <w:rPr>
          <w:color w:val="000000"/>
        </w:rPr>
        <w:t>$1,000,000 in operating cash</w:t>
      </w:r>
      <w:r w:rsidRPr="00453FA8">
        <w:rPr>
          <w:color w:val="000000"/>
        </w:rPr>
        <w:t xml:space="preserve"> </w:t>
      </w:r>
      <w:r>
        <w:rPr>
          <w:color w:val="000000"/>
        </w:rPr>
        <w:t>and</w:t>
      </w:r>
      <w:r w:rsidRPr="00453FA8">
        <w:rPr>
          <w:color w:val="000000"/>
        </w:rPr>
        <w:t xml:space="preserve"> </w:t>
      </w:r>
      <w:r w:rsidR="008233A8">
        <w:rPr>
          <w:color w:val="000000"/>
        </w:rPr>
        <w:t>4</w:t>
      </w:r>
      <w:r w:rsidR="005D57A1">
        <w:rPr>
          <w:color w:val="000000"/>
        </w:rPr>
        <w:t>0 fresh test</w:t>
      </w:r>
      <w:r w:rsidR="00795F66">
        <w:rPr>
          <w:color w:val="000000"/>
        </w:rPr>
        <w:t xml:space="preserve"> </w:t>
      </w:r>
      <w:r w:rsidR="00964396">
        <w:rPr>
          <w:color w:val="000000"/>
        </w:rPr>
        <w:t>kits</w:t>
      </w:r>
      <w:r w:rsidR="005D57A1">
        <w:rPr>
          <w:color w:val="000000"/>
        </w:rPr>
        <w:t>.</w:t>
      </w:r>
      <w:r>
        <w:rPr>
          <w:color w:val="000000"/>
        </w:rPr>
        <w:t xml:space="preserve"> </w:t>
      </w:r>
      <w:r w:rsidRPr="003F5110">
        <w:rPr>
          <w:color w:val="000000"/>
        </w:rPr>
        <w:t xml:space="preserve">Revenue earned from filled orders increase </w:t>
      </w:r>
      <w:r w:rsidR="005D57A1">
        <w:rPr>
          <w:color w:val="000000"/>
        </w:rPr>
        <w:t xml:space="preserve">overall </w:t>
      </w:r>
      <w:r>
        <w:rPr>
          <w:color w:val="000000"/>
        </w:rPr>
        <w:t>cash balance while c</w:t>
      </w:r>
      <w:r w:rsidRPr="003B0311">
        <w:rPr>
          <w:color w:val="000000"/>
        </w:rPr>
        <w:t xml:space="preserve">apital investments and inventory </w:t>
      </w:r>
      <w:r>
        <w:rPr>
          <w:color w:val="000000"/>
        </w:rPr>
        <w:t xml:space="preserve">purchases </w:t>
      </w:r>
      <w:r w:rsidRPr="003B0311">
        <w:rPr>
          <w:color w:val="000000"/>
        </w:rPr>
        <w:t>reduce cash balance.</w:t>
      </w:r>
      <w:r>
        <w:rPr>
          <w:color w:val="000000"/>
        </w:rPr>
        <w:t xml:space="preserve"> </w:t>
      </w:r>
      <w:r w:rsidR="00964396">
        <w:rPr>
          <w:color w:val="000000"/>
        </w:rPr>
        <w:t>Additional machinery cannot be</w:t>
      </w:r>
      <w:r w:rsidR="00FB0476">
        <w:rPr>
          <w:color w:val="000000"/>
        </w:rPr>
        <w:t xml:space="preserve"> </w:t>
      </w:r>
      <w:r w:rsidRPr="003F5110">
        <w:rPr>
          <w:color w:val="000000"/>
        </w:rPr>
        <w:t>purchase</w:t>
      </w:r>
      <w:r w:rsidR="00964396">
        <w:rPr>
          <w:color w:val="000000"/>
        </w:rPr>
        <w:t xml:space="preserve">d </w:t>
      </w:r>
      <w:r>
        <w:rPr>
          <w:color w:val="000000"/>
        </w:rPr>
        <w:t>if</w:t>
      </w:r>
      <w:r w:rsidRPr="003F5110">
        <w:rPr>
          <w:color w:val="000000"/>
        </w:rPr>
        <w:t xml:space="preserve"> the resulting cash balance would prevent </w:t>
      </w:r>
      <w:r>
        <w:rPr>
          <w:color w:val="000000"/>
        </w:rPr>
        <w:t>inventory</w:t>
      </w:r>
      <w:r w:rsidRPr="003F5110">
        <w:rPr>
          <w:color w:val="000000"/>
        </w:rPr>
        <w:t xml:space="preserve"> </w:t>
      </w:r>
      <w:r>
        <w:rPr>
          <w:color w:val="000000"/>
        </w:rPr>
        <w:t>replenishment</w:t>
      </w:r>
      <w:r w:rsidRPr="003F5110">
        <w:rPr>
          <w:color w:val="000000"/>
        </w:rPr>
        <w:t>.</w:t>
      </w:r>
      <w:r w:rsidRPr="004C690B">
        <w:rPr>
          <w:color w:val="000000"/>
        </w:rPr>
        <w:t xml:space="preserve"> </w:t>
      </w:r>
      <w:r w:rsidRPr="003F5110">
        <w:rPr>
          <w:color w:val="000000"/>
        </w:rPr>
        <w:t>Cash held</w:t>
      </w:r>
      <w:r>
        <w:rPr>
          <w:color w:val="000000"/>
        </w:rPr>
        <w:t xml:space="preserve"> earns interest</w:t>
      </w:r>
      <w:r w:rsidRPr="003F5110">
        <w:rPr>
          <w:color w:val="000000"/>
        </w:rPr>
        <w:t xml:space="preserve"> at an annual rate of 10%. There are no taxes, payrolls, nor fixed overhead costs</w:t>
      </w:r>
      <w:r>
        <w:rPr>
          <w:color w:val="000000"/>
        </w:rPr>
        <w:t xml:space="preserve"> to consider</w:t>
      </w:r>
      <w:r w:rsidRPr="003F5110">
        <w:rPr>
          <w:color w:val="000000"/>
        </w:rPr>
        <w:t>.</w:t>
      </w:r>
    </w:p>
    <w:p w:rsidR="00B400F3" w:rsidRPr="00707044" w:rsidRDefault="00B400F3" w:rsidP="00B400F3">
      <w:pPr>
        <w:pStyle w:val="Body"/>
        <w:widowControl/>
        <w:spacing w:before="120"/>
        <w:rPr>
          <w:sz w:val="28"/>
          <w:szCs w:val="28"/>
        </w:rPr>
      </w:pPr>
      <w:r w:rsidRPr="00707044">
        <w:rPr>
          <w:b/>
          <w:bCs/>
          <w:sz w:val="28"/>
          <w:szCs w:val="28"/>
        </w:rPr>
        <w:t>Assignment</w:t>
      </w:r>
    </w:p>
    <w:p w:rsidR="009774AF" w:rsidRDefault="009774AF" w:rsidP="009774AF">
      <w:pPr>
        <w:pStyle w:val="Body"/>
        <w:widowControl/>
        <w:spacing w:before="120"/>
      </w:pPr>
      <w:r>
        <w:t xml:space="preserve">You begin managing the laboratory on Day 30. Historic data is available for review. For the next 180 simulated days you </w:t>
      </w:r>
      <w:r>
        <w:t>can:</w:t>
      </w:r>
      <w:r>
        <w:t xml:space="preserve"> </w:t>
      </w:r>
      <w:r w:rsidRPr="00707044">
        <w:t>buy or sell machines</w:t>
      </w:r>
      <w:r>
        <w:t>, prioritize queueing, limit the work accepted, and adjust contract prices to maximize Littlefield’s final cash position.</w:t>
      </w:r>
    </w:p>
    <w:p w:rsidR="009774AF" w:rsidRPr="00BB3514" w:rsidRDefault="009774AF" w:rsidP="009774AF">
      <w:pPr>
        <w:pStyle w:val="Body"/>
        <w:widowControl/>
        <w:spacing w:before="120"/>
      </w:pPr>
      <w:r>
        <w:t>You may also change the way testing is scheduled. Jobs at the tester are currently scheduled First-In-First-Out (FIFO), but you can give priority status either to the short initial test or the longer final test.</w:t>
      </w:r>
    </w:p>
    <w:p w:rsidR="00EF47FA" w:rsidRPr="009774AF" w:rsidRDefault="009774AF" w:rsidP="009774AF">
      <w:pPr>
        <w:spacing w:before="120"/>
        <w:jc w:val="both"/>
        <w:rPr>
          <w:color w:val="000000"/>
        </w:rPr>
      </w:pPr>
      <w:r>
        <w:rPr>
          <w:color w:val="000000"/>
        </w:rPr>
        <w:t>A</w:t>
      </w:r>
      <w:r w:rsidRPr="00374BB5">
        <w:rPr>
          <w:color w:val="000000"/>
        </w:rPr>
        <w:t xml:space="preserve">fter </w:t>
      </w:r>
      <w:r>
        <w:rPr>
          <w:color w:val="000000"/>
        </w:rPr>
        <w:t>the</w:t>
      </w:r>
      <w:r w:rsidRPr="00374BB5">
        <w:rPr>
          <w:color w:val="000000"/>
        </w:rPr>
        <w:t xml:space="preserve"> simulation ends </w:t>
      </w:r>
      <w:r>
        <w:rPr>
          <w:color w:val="000000"/>
        </w:rPr>
        <w:t>y</w:t>
      </w:r>
      <w:r w:rsidRPr="00374BB5">
        <w:rPr>
          <w:color w:val="000000"/>
        </w:rPr>
        <w:t xml:space="preserve">ou may review </w:t>
      </w:r>
      <w:r>
        <w:rPr>
          <w:color w:val="000000"/>
        </w:rPr>
        <w:t>Littlefield’s</w:t>
      </w:r>
      <w:r w:rsidRPr="00374BB5">
        <w:rPr>
          <w:color w:val="000000"/>
        </w:rPr>
        <w:t xml:space="preserve"> </w:t>
      </w:r>
      <w:r>
        <w:rPr>
          <w:color w:val="000000"/>
        </w:rPr>
        <w:t>history</w:t>
      </w:r>
      <w:r w:rsidRPr="00374BB5">
        <w:rPr>
          <w:color w:val="000000"/>
        </w:rPr>
        <w:t xml:space="preserve"> and download data</w:t>
      </w:r>
      <w:r>
        <w:rPr>
          <w:color w:val="000000"/>
        </w:rPr>
        <w:t>,</w:t>
      </w:r>
      <w:r w:rsidRPr="00374BB5">
        <w:rPr>
          <w:color w:val="000000"/>
        </w:rPr>
        <w:t xml:space="preserve"> but </w:t>
      </w:r>
      <w:r>
        <w:rPr>
          <w:color w:val="000000"/>
        </w:rPr>
        <w:t>the</w:t>
      </w:r>
      <w:r w:rsidRPr="00374BB5">
        <w:rPr>
          <w:color w:val="000000"/>
        </w:rPr>
        <w:t xml:space="preserve"> </w:t>
      </w:r>
      <w:r>
        <w:rPr>
          <w:color w:val="000000"/>
        </w:rPr>
        <w:t>laboratory</w:t>
      </w:r>
      <w:r w:rsidRPr="00374BB5">
        <w:rPr>
          <w:color w:val="000000"/>
        </w:rPr>
        <w:t xml:space="preserve"> will no longer be active. </w:t>
      </w:r>
      <w:r>
        <w:rPr>
          <w:b/>
          <w:bCs/>
        </w:rPr>
        <w:t>The only winning condition is having the most cash at game’s end.</w:t>
      </w:r>
      <w:bookmarkStart w:id="0" w:name="_GoBack"/>
      <w:bookmarkEnd w:id="0"/>
    </w:p>
    <w:sectPr w:rsidR="00EF47FA" w:rsidRPr="009774AF" w:rsidSect="00EB2017">
      <w:footerReference w:type="default" r:id="rId8"/>
      <w:headerReference w:type="first" r:id="rId9"/>
      <w:footnotePr>
        <w:numFmt w:val="chicago"/>
      </w:footnotePr>
      <w:type w:val="continuous"/>
      <w:pgSz w:w="12240" w:h="15840"/>
      <w:pgMar w:top="1440" w:right="1800" w:bottom="1440" w:left="1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12D7" w:rsidRDefault="00B712D7" w:rsidP="00591311">
      <w:r>
        <w:separator/>
      </w:r>
    </w:p>
  </w:endnote>
  <w:endnote w:type="continuationSeparator" w:id="0">
    <w:p w:rsidR="00B712D7" w:rsidRDefault="00B712D7" w:rsidP="00591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399A" w:rsidRPr="00BB3514" w:rsidRDefault="00FB7FA6" w:rsidP="00BB3514">
    <w:pPr>
      <w:pStyle w:val="Footer"/>
      <w:jc w:val="right"/>
      <w:rPr>
        <w:b/>
        <w:bCs/>
        <w:sz w:val="18"/>
        <w:szCs w:val="18"/>
      </w:rPr>
    </w:pPr>
    <w:r>
      <w:rPr>
        <w:sz w:val="18"/>
        <w:szCs w:val="18"/>
      </w:rPr>
      <w:t>Revenue</w:t>
    </w:r>
    <w:r w:rsidR="000A5844" w:rsidRPr="000A5844">
      <w:rPr>
        <w:sz w:val="18"/>
        <w:szCs w:val="18"/>
      </w:rPr>
      <w:t xml:space="preserve"> Management at Littlefield </w:t>
    </w:r>
    <w:r w:rsidR="00A62331">
      <w:rPr>
        <w:sz w:val="18"/>
        <w:szCs w:val="18"/>
      </w:rPr>
      <w:t>Laboratories</w:t>
    </w:r>
    <w:r>
      <w:rPr>
        <w:sz w:val="18"/>
        <w:szCs w:val="18"/>
      </w:rPr>
      <w:t xml:space="preserve"> (</w:t>
    </w:r>
    <w:r w:rsidR="00A62331">
      <w:rPr>
        <w:sz w:val="18"/>
        <w:szCs w:val="18"/>
      </w:rPr>
      <w:t>sage3</w:t>
    </w:r>
    <w:r>
      <w:rPr>
        <w:sz w:val="18"/>
        <w:szCs w:val="18"/>
      </w:rPr>
      <w:t>)</w:t>
    </w:r>
    <w:r w:rsidR="00BB3514">
      <w:rPr>
        <w:sz w:val="18"/>
        <w:szCs w:val="18"/>
      </w:rPr>
      <w:tab/>
    </w:r>
    <w:r w:rsidR="00BB3514">
      <w:rPr>
        <w:sz w:val="18"/>
        <w:szCs w:val="18"/>
      </w:rPr>
      <w:tab/>
    </w:r>
    <w:r w:rsidR="005B1E26" w:rsidRPr="0001399A">
      <w:rPr>
        <w:sz w:val="22"/>
        <w:szCs w:val="22"/>
      </w:rPr>
      <w:fldChar w:fldCharType="begin"/>
    </w:r>
    <w:r w:rsidR="0001399A" w:rsidRPr="0001399A">
      <w:rPr>
        <w:sz w:val="22"/>
        <w:szCs w:val="22"/>
      </w:rPr>
      <w:instrText xml:space="preserve"> PAGE   \* MERGEFORMAT </w:instrText>
    </w:r>
    <w:r w:rsidR="005B1E26" w:rsidRPr="0001399A">
      <w:rPr>
        <w:sz w:val="22"/>
        <w:szCs w:val="22"/>
      </w:rPr>
      <w:fldChar w:fldCharType="separate"/>
    </w:r>
    <w:r w:rsidR="009774AF">
      <w:rPr>
        <w:noProof/>
        <w:sz w:val="22"/>
        <w:szCs w:val="22"/>
      </w:rPr>
      <w:t>2</w:t>
    </w:r>
    <w:r w:rsidR="005B1E26" w:rsidRPr="0001399A">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12D7" w:rsidRDefault="00B712D7" w:rsidP="00591311">
      <w:r>
        <w:separator/>
      </w:r>
    </w:p>
  </w:footnote>
  <w:footnote w:type="continuationSeparator" w:id="0">
    <w:p w:rsidR="00B712D7" w:rsidRDefault="00B712D7" w:rsidP="00591311">
      <w:r>
        <w:continuationSeparator/>
      </w:r>
    </w:p>
  </w:footnote>
  <w:footnote w:id="1">
    <w:p w:rsidR="00EB2017" w:rsidRPr="00EB2017" w:rsidRDefault="00EB2017" w:rsidP="006B0C54">
      <w:pPr>
        <w:widowControl/>
        <w:ind w:left="115" w:hanging="115"/>
        <w:rPr>
          <w:rFonts w:ascii="TimesNewRoman" w:hAnsi="TimesNewRoman" w:cs="TimesNewRoman"/>
          <w:sz w:val="20"/>
          <w:szCs w:val="20"/>
        </w:rPr>
      </w:pPr>
      <w:r w:rsidRPr="00EB2017">
        <w:rPr>
          <w:rStyle w:val="FootnoteReference"/>
          <w:sz w:val="20"/>
          <w:szCs w:val="20"/>
        </w:rPr>
        <w:footnoteRef/>
      </w:r>
      <w:r w:rsidRPr="00EB2017">
        <w:rPr>
          <w:sz w:val="20"/>
          <w:szCs w:val="20"/>
        </w:rPr>
        <w:t xml:space="preserve"> </w:t>
      </w:r>
      <w:r w:rsidR="000C36E3">
        <w:rPr>
          <w:bCs/>
          <w:sz w:val="20"/>
          <w:szCs w:val="20"/>
        </w:rPr>
        <w:t>Based on a document</w:t>
      </w:r>
      <w:r w:rsidRPr="00EB2017">
        <w:rPr>
          <w:bCs/>
          <w:sz w:val="20"/>
          <w:szCs w:val="20"/>
        </w:rPr>
        <w:t xml:space="preserve"> written by Sunil Kumar and Samuel C. Wood, Stanford University Graduate School of Business. Copyright 2009. No part of this document may be reproduced without permission from Responsive Learning Technologies, Inc. </w:t>
      </w:r>
      <w:hyperlink r:id="rId1" w:history="1">
        <w:r w:rsidRPr="00EB2017">
          <w:rPr>
            <w:rStyle w:val="Hyperlink"/>
            <w:bCs/>
            <w:sz w:val="20"/>
            <w:szCs w:val="20"/>
          </w:rPr>
          <w:t>info@responsive.net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9DC" w:rsidRPr="00EF47FA" w:rsidRDefault="00CB79BD" w:rsidP="005219DC">
    <w:pPr>
      <w:pStyle w:val="Header"/>
      <w:rPr>
        <w:b/>
        <w:bCs/>
        <w:sz w:val="20"/>
        <w:szCs w:val="20"/>
      </w:rPr>
    </w:pPr>
    <w:r>
      <w:rPr>
        <w:b/>
        <w:bCs/>
        <w:sz w:val="20"/>
        <w:szCs w:val="20"/>
      </w:rPr>
      <w:pict>
        <v:rect id="_x0000_i1025" style="width:486pt;height:3pt" o:hrpct="0" o:hralign="center" o:hrstd="t" o:hrnoshade="t" o:hr="t" fillcolor="black" stroked="f"/>
      </w:pict>
    </w:r>
  </w:p>
  <w:p w:rsidR="005219DC" w:rsidRDefault="005219DC" w:rsidP="005219DC">
    <w:pPr>
      <w:pStyle w:val="Header"/>
      <w:jc w:val="right"/>
      <w:rPr>
        <w:b/>
        <w:bCs/>
        <w:sz w:val="20"/>
        <w:szCs w:val="20"/>
      </w:rPr>
    </w:pPr>
    <w:r>
      <w:rPr>
        <w:noProof/>
      </w:rPr>
      <w:drawing>
        <wp:anchor distT="0" distB="0" distL="114300" distR="114300" simplePos="0" relativeHeight="251659264" behindDoc="0" locked="0" layoutInCell="1" allowOverlap="1" wp14:anchorId="7FE23F65" wp14:editId="25A6FA22">
          <wp:simplePos x="0" y="0"/>
          <wp:positionH relativeFrom="column">
            <wp:posOffset>85725</wp:posOffset>
          </wp:positionH>
          <wp:positionV relativeFrom="paragraph">
            <wp:posOffset>19050</wp:posOffset>
          </wp:positionV>
          <wp:extent cx="1050925" cy="391160"/>
          <wp:effectExtent l="0" t="0" r="0" b="8890"/>
          <wp:wrapSquare wrapText="bothSides"/>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tanford Logo"/>
                  <pic:cNvPicPr>
                    <a:picLocks noChangeAspect="1" noChangeArrowheads="1"/>
                  </pic:cNvPicPr>
                </pic:nvPicPr>
                <pic:blipFill>
                  <a:blip r:embed="rId1"/>
                  <a:stretch>
                    <a:fillRect/>
                  </a:stretch>
                </pic:blipFill>
                <pic:spPr bwMode="auto">
                  <a:xfrm>
                    <a:off x="0" y="0"/>
                    <a:ext cx="1050925" cy="3911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rPr>
      <w:fldChar w:fldCharType="begin"/>
    </w:r>
    <w:r>
      <w:rPr>
        <w:noProof/>
        <w:sz w:val="20"/>
        <w:szCs w:val="20"/>
      </w:rPr>
      <w:instrText xml:space="preserve"> DATE \@ "MMMM d, yyyy" </w:instrText>
    </w:r>
    <w:r>
      <w:rPr>
        <w:noProof/>
        <w:sz w:val="20"/>
        <w:szCs w:val="20"/>
      </w:rPr>
      <w:fldChar w:fldCharType="separate"/>
    </w:r>
    <w:r w:rsidR="00B400F3">
      <w:rPr>
        <w:noProof/>
        <w:sz w:val="20"/>
        <w:szCs w:val="20"/>
      </w:rPr>
      <w:t>April 7, 2016</w:t>
    </w:r>
    <w:r>
      <w:rPr>
        <w:noProof/>
        <w:sz w:val="20"/>
        <w:szCs w:val="20"/>
      </w:rPr>
      <w:fldChar w:fldCharType="end"/>
    </w:r>
  </w:p>
  <w:p w:rsidR="005219DC" w:rsidRDefault="005219DC" w:rsidP="005219DC">
    <w:pPr>
      <w:pStyle w:val="Header"/>
      <w:jc w:val="right"/>
      <w:rPr>
        <w:b/>
        <w:color w:val="FFFFFF"/>
        <w:sz w:val="20"/>
        <w:szCs w:val="20"/>
      </w:rPr>
    </w:pPr>
  </w:p>
  <w:p w:rsidR="00180DC2" w:rsidRPr="005219DC" w:rsidRDefault="00180DC2" w:rsidP="005219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612137"/>
    <w:multiLevelType w:val="hybridMultilevel"/>
    <w:tmpl w:val="0874BA5A"/>
    <w:lvl w:ilvl="0" w:tplc="CA8A83BC">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9FC25FA"/>
    <w:multiLevelType w:val="hybridMultilevel"/>
    <w:tmpl w:val="1E389448"/>
    <w:lvl w:ilvl="0" w:tplc="04090001">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attachedTemplate r:id="rId1"/>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4098"/>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63B"/>
    <w:rsid w:val="0001399A"/>
    <w:rsid w:val="00022677"/>
    <w:rsid w:val="00046A96"/>
    <w:rsid w:val="00051BA6"/>
    <w:rsid w:val="00092BED"/>
    <w:rsid w:val="000A5844"/>
    <w:rsid w:val="000C36E3"/>
    <w:rsid w:val="000E40D3"/>
    <w:rsid w:val="00116469"/>
    <w:rsid w:val="001627AE"/>
    <w:rsid w:val="00180DC2"/>
    <w:rsid w:val="00191975"/>
    <w:rsid w:val="001B0B0C"/>
    <w:rsid w:val="001C6320"/>
    <w:rsid w:val="001D059A"/>
    <w:rsid w:val="001E1C19"/>
    <w:rsid w:val="001F5646"/>
    <w:rsid w:val="00210050"/>
    <w:rsid w:val="00261329"/>
    <w:rsid w:val="0028608B"/>
    <w:rsid w:val="00293ACD"/>
    <w:rsid w:val="002B18D9"/>
    <w:rsid w:val="002B1EAC"/>
    <w:rsid w:val="002B4F2A"/>
    <w:rsid w:val="002B705A"/>
    <w:rsid w:val="002C5ED3"/>
    <w:rsid w:val="002D44D4"/>
    <w:rsid w:val="002E7CF2"/>
    <w:rsid w:val="002F34FB"/>
    <w:rsid w:val="002F5DDD"/>
    <w:rsid w:val="00305876"/>
    <w:rsid w:val="003102FD"/>
    <w:rsid w:val="00331F6C"/>
    <w:rsid w:val="00375BB4"/>
    <w:rsid w:val="00387595"/>
    <w:rsid w:val="004458AF"/>
    <w:rsid w:val="00471799"/>
    <w:rsid w:val="00481DCD"/>
    <w:rsid w:val="004A5D92"/>
    <w:rsid w:val="004B5778"/>
    <w:rsid w:val="005079AA"/>
    <w:rsid w:val="005115C5"/>
    <w:rsid w:val="005219DC"/>
    <w:rsid w:val="00525A2C"/>
    <w:rsid w:val="00536B7E"/>
    <w:rsid w:val="00550389"/>
    <w:rsid w:val="00564220"/>
    <w:rsid w:val="00574C3E"/>
    <w:rsid w:val="00590250"/>
    <w:rsid w:val="00591311"/>
    <w:rsid w:val="005A2AF1"/>
    <w:rsid w:val="005B1E26"/>
    <w:rsid w:val="005B4312"/>
    <w:rsid w:val="005D2108"/>
    <w:rsid w:val="005D57A1"/>
    <w:rsid w:val="00631129"/>
    <w:rsid w:val="00631ED0"/>
    <w:rsid w:val="00675B13"/>
    <w:rsid w:val="00685DEB"/>
    <w:rsid w:val="006A0CE3"/>
    <w:rsid w:val="006A1167"/>
    <w:rsid w:val="006A54DD"/>
    <w:rsid w:val="006B0C54"/>
    <w:rsid w:val="006E3C71"/>
    <w:rsid w:val="006F563B"/>
    <w:rsid w:val="00703B7C"/>
    <w:rsid w:val="00707044"/>
    <w:rsid w:val="00711DF0"/>
    <w:rsid w:val="00732CFE"/>
    <w:rsid w:val="00734784"/>
    <w:rsid w:val="00743D7A"/>
    <w:rsid w:val="00752D50"/>
    <w:rsid w:val="00764123"/>
    <w:rsid w:val="007713AF"/>
    <w:rsid w:val="00786986"/>
    <w:rsid w:val="00795F66"/>
    <w:rsid w:val="007A0BAD"/>
    <w:rsid w:val="007A4FCC"/>
    <w:rsid w:val="007A587C"/>
    <w:rsid w:val="007B379D"/>
    <w:rsid w:val="007B7C6E"/>
    <w:rsid w:val="007C5199"/>
    <w:rsid w:val="007C7A9B"/>
    <w:rsid w:val="007D7645"/>
    <w:rsid w:val="007E2A21"/>
    <w:rsid w:val="0080400B"/>
    <w:rsid w:val="00810F7E"/>
    <w:rsid w:val="008204E1"/>
    <w:rsid w:val="008233A8"/>
    <w:rsid w:val="00830A28"/>
    <w:rsid w:val="00855BE1"/>
    <w:rsid w:val="0087347C"/>
    <w:rsid w:val="008B3E74"/>
    <w:rsid w:val="008C467B"/>
    <w:rsid w:val="008C7901"/>
    <w:rsid w:val="008F77BF"/>
    <w:rsid w:val="00945F7E"/>
    <w:rsid w:val="00964396"/>
    <w:rsid w:val="009774AF"/>
    <w:rsid w:val="009861BC"/>
    <w:rsid w:val="009B06C0"/>
    <w:rsid w:val="00A21293"/>
    <w:rsid w:val="00A551F6"/>
    <w:rsid w:val="00A62331"/>
    <w:rsid w:val="00A77C55"/>
    <w:rsid w:val="00AA175F"/>
    <w:rsid w:val="00AB13D8"/>
    <w:rsid w:val="00AC124E"/>
    <w:rsid w:val="00AC4EDB"/>
    <w:rsid w:val="00AD7B47"/>
    <w:rsid w:val="00AF1403"/>
    <w:rsid w:val="00B06336"/>
    <w:rsid w:val="00B400F3"/>
    <w:rsid w:val="00B433A1"/>
    <w:rsid w:val="00B5487C"/>
    <w:rsid w:val="00B63921"/>
    <w:rsid w:val="00B712D7"/>
    <w:rsid w:val="00B963D3"/>
    <w:rsid w:val="00BB3514"/>
    <w:rsid w:val="00BD4E72"/>
    <w:rsid w:val="00C051E2"/>
    <w:rsid w:val="00C053A3"/>
    <w:rsid w:val="00C30EDA"/>
    <w:rsid w:val="00C3139B"/>
    <w:rsid w:val="00C4325A"/>
    <w:rsid w:val="00C655D1"/>
    <w:rsid w:val="00C901CA"/>
    <w:rsid w:val="00CB79BD"/>
    <w:rsid w:val="00D246AF"/>
    <w:rsid w:val="00D46BDE"/>
    <w:rsid w:val="00D62B5A"/>
    <w:rsid w:val="00D73F1A"/>
    <w:rsid w:val="00D7492C"/>
    <w:rsid w:val="00DB6273"/>
    <w:rsid w:val="00DD3FBD"/>
    <w:rsid w:val="00E46753"/>
    <w:rsid w:val="00EB08F2"/>
    <w:rsid w:val="00EB2017"/>
    <w:rsid w:val="00EC5345"/>
    <w:rsid w:val="00EF47FA"/>
    <w:rsid w:val="00F306DD"/>
    <w:rsid w:val="00F46012"/>
    <w:rsid w:val="00F97BF1"/>
    <w:rsid w:val="00FA1A7C"/>
    <w:rsid w:val="00FA358C"/>
    <w:rsid w:val="00FB0476"/>
    <w:rsid w:val="00FB7FA6"/>
    <w:rsid w:val="00FE75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14:docId w14:val="32C2E428"/>
  <w15:docId w15:val="{BAE62FEA-C13D-4506-97A2-FE9B2410A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7E2A21"/>
    <w:pPr>
      <w:widowControl w:val="0"/>
      <w:autoSpaceDE w:val="0"/>
      <w:autoSpaceDN w:val="0"/>
      <w:adjustRightInd w:val="0"/>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uiPriority w:val="99"/>
    <w:rsid w:val="007E2A21"/>
  </w:style>
  <w:style w:type="paragraph" w:customStyle="1" w:styleId="Bulleted">
    <w:name w:val="Bulleted"/>
    <w:basedOn w:val="Normal"/>
    <w:uiPriority w:val="99"/>
    <w:rsid w:val="007E2A21"/>
    <w:pPr>
      <w:tabs>
        <w:tab w:val="left" w:pos="1281"/>
      </w:tabs>
      <w:ind w:left="1281" w:hanging="360"/>
    </w:pPr>
  </w:style>
  <w:style w:type="paragraph" w:customStyle="1" w:styleId="CellBody">
    <w:name w:val="CellBody"/>
    <w:basedOn w:val="Normal"/>
    <w:uiPriority w:val="99"/>
    <w:rsid w:val="007E2A21"/>
  </w:style>
  <w:style w:type="paragraph" w:customStyle="1" w:styleId="CellHeading">
    <w:name w:val="CellHeading"/>
    <w:basedOn w:val="Normal"/>
    <w:uiPriority w:val="99"/>
    <w:rsid w:val="007E2A21"/>
    <w:pPr>
      <w:jc w:val="center"/>
    </w:pPr>
  </w:style>
  <w:style w:type="paragraph" w:customStyle="1" w:styleId="Footnote">
    <w:name w:val="Footnote"/>
    <w:basedOn w:val="Normal"/>
    <w:uiPriority w:val="99"/>
    <w:rsid w:val="007E2A21"/>
    <w:pPr>
      <w:tabs>
        <w:tab w:val="left" w:pos="1051"/>
      </w:tabs>
      <w:ind w:left="1051" w:right="360" w:hanging="230"/>
    </w:pPr>
  </w:style>
  <w:style w:type="paragraph" w:customStyle="1" w:styleId="Heading1">
    <w:name w:val="Heading1"/>
    <w:basedOn w:val="Normal"/>
    <w:uiPriority w:val="99"/>
    <w:rsid w:val="007E2A21"/>
  </w:style>
  <w:style w:type="paragraph" w:customStyle="1" w:styleId="Heading2">
    <w:name w:val="Heading2"/>
    <w:basedOn w:val="Normal"/>
    <w:uiPriority w:val="99"/>
    <w:rsid w:val="007E2A21"/>
  </w:style>
  <w:style w:type="paragraph" w:customStyle="1" w:styleId="HeadingRunIn">
    <w:name w:val="HeadingRunIn"/>
    <w:basedOn w:val="Normal"/>
    <w:uiPriority w:val="99"/>
    <w:rsid w:val="007E2A21"/>
  </w:style>
  <w:style w:type="paragraph" w:customStyle="1" w:styleId="Indented">
    <w:name w:val="Indented"/>
    <w:basedOn w:val="Normal"/>
    <w:uiPriority w:val="99"/>
    <w:rsid w:val="007E2A21"/>
    <w:pPr>
      <w:ind w:left="1281"/>
    </w:pPr>
  </w:style>
  <w:style w:type="paragraph" w:customStyle="1" w:styleId="Numbered">
    <w:name w:val="Numbered"/>
    <w:basedOn w:val="Normal"/>
    <w:uiPriority w:val="99"/>
    <w:rsid w:val="007E2A21"/>
    <w:pPr>
      <w:tabs>
        <w:tab w:val="left" w:pos="1641"/>
      </w:tabs>
      <w:ind w:left="1281" w:hanging="360"/>
    </w:pPr>
  </w:style>
  <w:style w:type="paragraph" w:customStyle="1" w:styleId="Numbered1">
    <w:name w:val="Numbered1"/>
    <w:basedOn w:val="Normal"/>
    <w:uiPriority w:val="99"/>
    <w:rsid w:val="007E2A21"/>
    <w:pPr>
      <w:ind w:left="1281" w:hanging="360"/>
    </w:pPr>
  </w:style>
  <w:style w:type="paragraph" w:customStyle="1" w:styleId="TableFootnote">
    <w:name w:val="TableFootnote"/>
    <w:basedOn w:val="Normal"/>
    <w:uiPriority w:val="99"/>
    <w:rsid w:val="007E2A21"/>
    <w:pPr>
      <w:tabs>
        <w:tab w:val="left" w:pos="1051"/>
      </w:tabs>
      <w:ind w:left="1051" w:right="360" w:hanging="230"/>
    </w:pPr>
  </w:style>
  <w:style w:type="paragraph" w:customStyle="1" w:styleId="TableTitle">
    <w:name w:val="TableTitle"/>
    <w:basedOn w:val="Normal"/>
    <w:uiPriority w:val="99"/>
    <w:rsid w:val="007E2A21"/>
    <w:pPr>
      <w:jc w:val="center"/>
    </w:pPr>
  </w:style>
  <w:style w:type="paragraph" w:styleId="Title">
    <w:name w:val="Title"/>
    <w:basedOn w:val="Normal"/>
    <w:link w:val="TitleChar"/>
    <w:uiPriority w:val="99"/>
    <w:qFormat/>
    <w:rsid w:val="007E2A21"/>
    <w:pPr>
      <w:spacing w:line="360" w:lineRule="atLeast"/>
      <w:jc w:val="center"/>
    </w:pPr>
  </w:style>
  <w:style w:type="character" w:customStyle="1" w:styleId="TitleChar">
    <w:name w:val="Title Char"/>
    <w:basedOn w:val="DefaultParagraphFont"/>
    <w:link w:val="Title"/>
    <w:uiPriority w:val="10"/>
    <w:rsid w:val="007E2A21"/>
    <w:rPr>
      <w:rFonts w:ascii="Cambria" w:eastAsia="Times New Roman" w:hAnsi="Cambria" w:cs="Times New Roman"/>
      <w:b/>
      <w:bCs/>
      <w:kern w:val="28"/>
      <w:sz w:val="32"/>
      <w:szCs w:val="32"/>
    </w:rPr>
  </w:style>
  <w:style w:type="character" w:styleId="Emphasis">
    <w:name w:val="Emphasis"/>
    <w:basedOn w:val="DefaultParagraphFont"/>
    <w:uiPriority w:val="99"/>
    <w:qFormat/>
    <w:rsid w:val="007E2A21"/>
  </w:style>
  <w:style w:type="character" w:customStyle="1" w:styleId="EquationVariables">
    <w:name w:val="EquationVariables"/>
    <w:uiPriority w:val="99"/>
    <w:rsid w:val="007E2A21"/>
  </w:style>
  <w:style w:type="paragraph" w:styleId="Header">
    <w:name w:val="header"/>
    <w:basedOn w:val="Normal"/>
    <w:link w:val="HeaderChar"/>
    <w:uiPriority w:val="99"/>
    <w:unhideWhenUsed/>
    <w:rsid w:val="00591311"/>
    <w:pPr>
      <w:tabs>
        <w:tab w:val="center" w:pos="4680"/>
        <w:tab w:val="right" w:pos="9360"/>
      </w:tabs>
    </w:pPr>
  </w:style>
  <w:style w:type="character" w:customStyle="1" w:styleId="HeaderChar">
    <w:name w:val="Header Char"/>
    <w:basedOn w:val="DefaultParagraphFont"/>
    <w:link w:val="Header"/>
    <w:uiPriority w:val="99"/>
    <w:rsid w:val="00591311"/>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591311"/>
    <w:rPr>
      <w:sz w:val="20"/>
      <w:szCs w:val="20"/>
    </w:rPr>
  </w:style>
  <w:style w:type="character" w:customStyle="1" w:styleId="EndnoteTextChar">
    <w:name w:val="Endnote Text Char"/>
    <w:basedOn w:val="DefaultParagraphFont"/>
    <w:link w:val="EndnoteText"/>
    <w:uiPriority w:val="99"/>
    <w:semiHidden/>
    <w:rsid w:val="00591311"/>
    <w:rPr>
      <w:rFonts w:ascii="Times New Roman" w:hAnsi="Times New Roman" w:cs="Times New Roman"/>
      <w:sz w:val="20"/>
      <w:szCs w:val="20"/>
    </w:rPr>
  </w:style>
  <w:style w:type="character" w:styleId="EndnoteReference">
    <w:name w:val="endnote reference"/>
    <w:basedOn w:val="DefaultParagraphFont"/>
    <w:uiPriority w:val="99"/>
    <w:semiHidden/>
    <w:unhideWhenUsed/>
    <w:rsid w:val="00591311"/>
    <w:rPr>
      <w:vertAlign w:val="superscript"/>
    </w:rPr>
  </w:style>
  <w:style w:type="paragraph" w:styleId="FootnoteText">
    <w:name w:val="footnote text"/>
    <w:basedOn w:val="Normal"/>
    <w:link w:val="FootnoteTextChar"/>
    <w:uiPriority w:val="99"/>
    <w:semiHidden/>
    <w:unhideWhenUsed/>
    <w:rsid w:val="00591311"/>
    <w:rPr>
      <w:sz w:val="20"/>
      <w:szCs w:val="20"/>
    </w:rPr>
  </w:style>
  <w:style w:type="character" w:customStyle="1" w:styleId="FootnoteTextChar">
    <w:name w:val="Footnote Text Char"/>
    <w:basedOn w:val="DefaultParagraphFont"/>
    <w:link w:val="FootnoteText"/>
    <w:uiPriority w:val="99"/>
    <w:semiHidden/>
    <w:rsid w:val="00591311"/>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591311"/>
    <w:rPr>
      <w:vertAlign w:val="superscript"/>
    </w:rPr>
  </w:style>
  <w:style w:type="paragraph" w:styleId="BalloonText">
    <w:name w:val="Balloon Text"/>
    <w:basedOn w:val="Normal"/>
    <w:link w:val="BalloonTextChar"/>
    <w:uiPriority w:val="99"/>
    <w:semiHidden/>
    <w:unhideWhenUsed/>
    <w:rsid w:val="00536B7E"/>
    <w:rPr>
      <w:rFonts w:ascii="Tahoma" w:hAnsi="Tahoma" w:cs="Tahoma"/>
      <w:sz w:val="16"/>
      <w:szCs w:val="16"/>
    </w:rPr>
  </w:style>
  <w:style w:type="character" w:customStyle="1" w:styleId="BalloonTextChar">
    <w:name w:val="Balloon Text Char"/>
    <w:basedOn w:val="DefaultParagraphFont"/>
    <w:link w:val="BalloonText"/>
    <w:uiPriority w:val="99"/>
    <w:semiHidden/>
    <w:rsid w:val="00536B7E"/>
    <w:rPr>
      <w:rFonts w:ascii="Tahoma" w:hAnsi="Tahoma" w:cs="Tahoma"/>
      <w:sz w:val="16"/>
      <w:szCs w:val="16"/>
    </w:rPr>
  </w:style>
  <w:style w:type="paragraph" w:styleId="Footer">
    <w:name w:val="footer"/>
    <w:basedOn w:val="Normal"/>
    <w:link w:val="FooterChar"/>
    <w:uiPriority w:val="99"/>
    <w:unhideWhenUsed/>
    <w:rsid w:val="00AA175F"/>
    <w:pPr>
      <w:tabs>
        <w:tab w:val="center" w:pos="4680"/>
        <w:tab w:val="right" w:pos="9360"/>
      </w:tabs>
    </w:pPr>
  </w:style>
  <w:style w:type="character" w:customStyle="1" w:styleId="FooterChar">
    <w:name w:val="Footer Char"/>
    <w:basedOn w:val="DefaultParagraphFont"/>
    <w:link w:val="Footer"/>
    <w:uiPriority w:val="99"/>
    <w:rsid w:val="00AA175F"/>
    <w:rPr>
      <w:rFonts w:ascii="Times New Roman" w:hAnsi="Times New Roman"/>
      <w:sz w:val="24"/>
      <w:szCs w:val="24"/>
    </w:rPr>
  </w:style>
  <w:style w:type="character" w:styleId="Hyperlink">
    <w:name w:val="Hyperlink"/>
    <w:basedOn w:val="DefaultParagraphFont"/>
    <w:uiPriority w:val="99"/>
    <w:unhideWhenUsed/>
    <w:rsid w:val="00EB2017"/>
    <w:rPr>
      <w:color w:val="0000FF"/>
      <w:u w:val="single"/>
    </w:rPr>
  </w:style>
  <w:style w:type="paragraph" w:customStyle="1" w:styleId="1Heading">
    <w:name w:val="1Heading"/>
    <w:basedOn w:val="Normal"/>
    <w:uiPriority w:val="99"/>
    <w:rsid w:val="0087347C"/>
    <w:rPr>
      <w:b/>
      <w:bCs/>
      <w:color w:val="000000"/>
      <w:sz w:val="32"/>
      <w:szCs w:val="32"/>
    </w:rPr>
  </w:style>
  <w:style w:type="character" w:customStyle="1" w:styleId="boldface">
    <w:name w:val="boldface"/>
    <w:uiPriority w:val="99"/>
    <w:rsid w:val="0087347C"/>
    <w:rPr>
      <w:b/>
      <w:bCs/>
      <w:color w:val="000000"/>
      <w:sz w:val="24"/>
      <w:szCs w:val="24"/>
    </w:rPr>
  </w:style>
  <w:style w:type="paragraph" w:styleId="Revision">
    <w:name w:val="Revision"/>
    <w:hidden/>
    <w:uiPriority w:val="99"/>
    <w:semiHidden/>
    <w:rsid w:val="00B400F3"/>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2923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mailto:info@responsive.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192.168.1.30\Public\JK's_Documents\Content%20development\LT%20Student%20Handouts\Capacit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57F3ED-C4CE-4061-8E05-B5AAFA37D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Capacity</Template>
  <TotalTime>178</TotalTime>
  <Pages>2</Pages>
  <Words>725</Words>
  <Characters>3784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Capacity Management at Littlefield Technologies</vt:lpstr>
    </vt:vector>
  </TitlesOfParts>
  <Company>Toshiba</Company>
  <LinksUpToDate>false</LinksUpToDate>
  <CharactersWithSpaces>4501</CharactersWithSpaces>
  <SharedDoc>false</SharedDoc>
  <HLinks>
    <vt:vector size="6" baseType="variant">
      <vt:variant>
        <vt:i4>4194411</vt:i4>
      </vt:variant>
      <vt:variant>
        <vt:i4>0</vt:i4>
      </vt:variant>
      <vt:variant>
        <vt:i4>0</vt:i4>
      </vt:variant>
      <vt:variant>
        <vt:i4>5</vt:i4>
      </vt:variant>
      <vt:variant>
        <vt:lpwstr>mailto:info@responsive.net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Capacity Management at Littlefield Technologies</dc:title>
  <dc:subject/>
  <dc:creator>Jeff Kropp</dc:creator>
  <cp:keywords/>
  <dc:description/>
  <cp:lastModifiedBy>Jeff Kropp</cp:lastModifiedBy>
  <cp:revision>4</cp:revision>
  <cp:lastPrinted>2009-05-18T23:43:00Z</cp:lastPrinted>
  <dcterms:created xsi:type="dcterms:W3CDTF">2016-02-24T22:44:00Z</dcterms:created>
  <dcterms:modified xsi:type="dcterms:W3CDTF">2016-04-07T22:19:00Z</dcterms:modified>
</cp:coreProperties>
</file>